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0454C263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C7023E">
        <w:rPr>
          <w:rFonts w:ascii="Garamond" w:hAnsi="Garamond" w:cs="Garamond"/>
          <w:b/>
          <w:bCs/>
          <w:sz w:val="28"/>
          <w:szCs w:val="28"/>
        </w:rPr>
        <w:t>1</w:t>
      </w:r>
      <w:r w:rsidR="0011151C">
        <w:rPr>
          <w:rFonts w:ascii="Garamond" w:hAnsi="Garamond" w:cs="Garamond"/>
          <w:b/>
          <w:bCs/>
          <w:sz w:val="28"/>
          <w:szCs w:val="28"/>
        </w:rPr>
        <w:t>79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4"/>
        <w:gridCol w:w="7943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0B1514F2" w:rsidR="0051646E" w:rsidRPr="00054405" w:rsidRDefault="0051646E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D961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553F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Monitor</w:t>
            </w:r>
            <w:r w:rsidR="007202F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Philips 5000</w:t>
            </w:r>
            <w:r w:rsidR="00D96136" w:rsidRPr="00D961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DA2AC0" w:rsidRPr="00DA2AC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series</w:t>
            </w:r>
            <w:r w:rsidR="006E377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curved</w:t>
            </w:r>
            <w:r w:rsidR="00DA2AC0" w:rsidRPr="00DA2AC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F3502E" w:rsidRPr="00F3502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34E1C5600HE</w:t>
            </w:r>
            <w:r w:rsidR="00F3502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DA2AC0" w:rsidRPr="00DA2AC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LED</w:t>
            </w:r>
            <w:r w:rsidR="006E377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con spese di spedizione</w:t>
            </w:r>
            <w:r w:rsidR="00DA2AC0" w:rsidRPr="00DA2AC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codice articolo </w:t>
            </w:r>
            <w:r w:rsidR="006E3770" w:rsidRPr="006E377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34E1C5600HE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Dott.</w:t>
            </w:r>
            <w:r w:rsidR="006E377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ssa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6161E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Diana Colaianni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1834A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399,91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1834A5" w:rsidRPr="001834A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ZB13D1ECA2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6C8CD31C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</w:t>
            </w:r>
            <w:r w:rsidR="001834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l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l</w:t>
            </w:r>
            <w:r w:rsidR="001834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a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dott.</w:t>
            </w:r>
            <w:r w:rsidR="001834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ssa</w:t>
            </w:r>
            <w:r w:rsidR="00047ED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1834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Diana Colaianni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1834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03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1834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11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1D83A52C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1834A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436318CE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lla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Dott.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ssa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1834A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Diana Colaianni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2557A7DF" w14:textId="661F9875" w:rsidR="00C80C21" w:rsidRPr="00AA1888" w:rsidRDefault="0051646E" w:rsidP="00AA1888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813D35" w:rsidRPr="00813D3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FINBUC S.R.L.</w:t>
            </w:r>
            <w:r w:rsidR="00813D3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813D35" w:rsidRPr="00813D3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GROTTE PORTELLA,6</w:t>
            </w:r>
            <w:r w:rsidR="00813D3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 </w:t>
            </w:r>
            <w:r w:rsidR="00813D35" w:rsidRPr="00813D3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00044</w:t>
            </w:r>
            <w:r w:rsidR="00813D3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</w:t>
            </w:r>
            <w:r w:rsidR="00813D35" w:rsidRPr="00813D3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FRASCATI (RM)</w:t>
            </w:r>
            <w:r w:rsidR="00813D3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</w:t>
            </w:r>
            <w:r w:rsidR="00813D35" w:rsidRPr="00813D3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ITALIA</w:t>
            </w:r>
            <w:r w:rsidR="00813D3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813D35" w:rsidRPr="00813D3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08573761007</w:t>
            </w:r>
            <w:r w:rsidR="00813D3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813D35" w:rsidRPr="00813D3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IT08573761007</w:t>
            </w:r>
          </w:p>
          <w:p w14:paraId="58E93DBC" w14:textId="0FBC4CD0" w:rsidR="00C80C21" w:rsidRPr="00AA1888" w:rsidRDefault="00C16D3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329D06D9" w14:textId="7049D61D" w:rsidR="00594A64" w:rsidRPr="00594A64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000024_BUDGET_ECONOMICO_FUNZIONAMENTO_2021</w:t>
            </w:r>
          </w:p>
          <w:p w14:paraId="2F9300BD" w14:textId="284BDE21" w:rsidR="00C80C21" w:rsidRPr="00AA1888" w:rsidRDefault="00C80C21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33E0C030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813D35" w:rsidRPr="00813D3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n.1 Monitor Philips 5000 series curved 34E1C5600HE LED con spese di spedizione - codice articolo 34E1C5600HE– Dott. ssa Diana Colaianni</w:t>
      </w:r>
      <w:r w:rsidR="00A503E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813D35" w:rsidRPr="00813D35">
        <w:rPr>
          <w:rFonts w:ascii="Calibri" w:eastAsia="Calibri" w:hAnsi="Calibri" w:cs="Calibri"/>
          <w:b/>
          <w:sz w:val="20"/>
          <w:szCs w:val="20"/>
          <w:lang w:eastAsia="en-US"/>
        </w:rPr>
        <w:t>FINBUC S.R.L., Via GROTTE PORTELLA,6 – 00044 - FRASCATI (RM) – ITALIA - C.F. 08573761007 - P.IVA IT08573761007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7A49FC">
        <w:rPr>
          <w:rFonts w:ascii="Calibri" w:eastAsia="Calibri" w:hAnsi="Calibri" w:cs="Calibri"/>
          <w:bCs/>
          <w:sz w:val="20"/>
          <w:szCs w:val="20"/>
          <w:lang w:eastAsia="en-US"/>
        </w:rPr>
        <w:t>487,89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7A49FC">
        <w:rPr>
          <w:rFonts w:ascii="Calibri" w:eastAsia="Calibri" w:hAnsi="Calibri" w:cs="Calibri"/>
          <w:bCs/>
          <w:sz w:val="20"/>
          <w:szCs w:val="20"/>
          <w:lang w:eastAsia="en-US"/>
        </w:rPr>
        <w:t>399,91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7A49FC">
        <w:rPr>
          <w:rFonts w:ascii="Calibri" w:eastAsia="Calibri" w:hAnsi="Calibri" w:cs="Calibri"/>
          <w:bCs/>
          <w:sz w:val="20"/>
          <w:szCs w:val="20"/>
          <w:lang w:eastAsia="en-US"/>
        </w:rPr>
        <w:t>87,98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071D11FB" w:rsidR="0051646E" w:rsidRPr="001F6756" w:rsidRDefault="0051646E" w:rsidP="001F6756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capitolo </w:t>
      </w:r>
      <w:r w:rsidR="002C4989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5A1FB5">
        <w:rPr>
          <w:rFonts w:ascii="Calibri" w:eastAsia="Calibri" w:hAnsi="Calibri" w:cs="Calibri"/>
          <w:bCs/>
          <w:sz w:val="20"/>
          <w:szCs w:val="20"/>
          <w:lang w:eastAsia="en-US"/>
        </w:rPr>
        <w:t>35687</w:t>
      </w:r>
      <w:r w:rsidR="006860B2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5A1FB5" w:rsidRPr="005A1FB5">
        <w:rPr>
          <w:rFonts w:ascii="Calibri" w:eastAsia="Calibri" w:hAnsi="Calibri" w:cs="Calibri"/>
          <w:bCs/>
          <w:sz w:val="20"/>
          <w:szCs w:val="20"/>
          <w:lang w:eastAsia="en-US"/>
        </w:rPr>
        <w:t>000024_Ricerche_di_base_e_app_II_tranche_econ__16</w:t>
      </w:r>
      <w:r w:rsidR="005A1FB5" w:rsidRPr="005A1FB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9F59AF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6F13E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6F13E1" w:rsidRPr="006F13E1">
        <w:rPr>
          <w:rFonts w:ascii="Calibri" w:eastAsia="Calibri" w:hAnsi="Calibri" w:cs="Calibri"/>
          <w:bCs/>
          <w:sz w:val="20"/>
          <w:szCs w:val="20"/>
          <w:lang w:eastAsia="en-US"/>
        </w:rPr>
        <w:t>Riassegnazione Economie 2016 II Tranche Ricerche di base e applicate nel campo delle Scienze della Terra</w:t>
      </w:r>
      <w:r w:rsidR="006F13E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</w:t>
      </w:r>
      <w:r w:rsidR="004E2AA3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6F13E1" w:rsidRPr="006F13E1">
        <w:rPr>
          <w:rFonts w:ascii="Calibri" w:eastAsia="Calibri" w:hAnsi="Calibri" w:cs="Calibri"/>
          <w:bCs/>
          <w:sz w:val="20"/>
          <w:szCs w:val="20"/>
          <w:lang w:eastAsia="en-US"/>
        </w:rPr>
        <w:t>CA.04.41.02.02.01</w:t>
      </w:r>
      <w:r w:rsidR="006F13E1" w:rsidRPr="006F13E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6F13E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e </w:t>
      </w:r>
      <w:r w:rsidR="00FE133A" w:rsidRPr="00FE133A">
        <w:rPr>
          <w:rFonts w:ascii="Calibri" w:eastAsia="Calibri" w:hAnsi="Calibri" w:cs="Calibri"/>
          <w:bCs/>
          <w:sz w:val="20"/>
          <w:szCs w:val="20"/>
          <w:lang w:eastAsia="en-US"/>
        </w:rPr>
        <w:t>CA.04.41.04.09.02</w:t>
      </w:r>
      <w:r w:rsidR="00FE133A" w:rsidRPr="00FE133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E73789" w14:textId="7E4A68B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46473F0A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>
        <w:rPr>
          <w:rFonts w:ascii="Garamond" w:hAnsi="Garamond" w:cs="Garamond"/>
          <w:b/>
          <w:bCs/>
          <w:sz w:val="23"/>
          <w:szCs w:val="23"/>
        </w:rPr>
        <w:t>1</w:t>
      </w:r>
      <w:r w:rsidR="00FE133A">
        <w:rPr>
          <w:rFonts w:ascii="Garamond" w:hAnsi="Garamond" w:cs="Garamond"/>
          <w:b/>
          <w:bCs/>
          <w:sz w:val="23"/>
          <w:szCs w:val="23"/>
        </w:rPr>
        <w:t>79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77777777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4EB9605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39B98" w14:textId="77777777" w:rsidR="008B1004" w:rsidRDefault="008B1004" w:rsidP="0058391E">
      <w:r>
        <w:separator/>
      </w:r>
    </w:p>
  </w:endnote>
  <w:endnote w:type="continuationSeparator" w:id="0">
    <w:p w14:paraId="4531B837" w14:textId="77777777" w:rsidR="008B1004" w:rsidRDefault="008B1004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71D1E" w14:textId="77777777" w:rsidR="008B1004" w:rsidRDefault="008B1004" w:rsidP="0058391E">
      <w:r>
        <w:separator/>
      </w:r>
    </w:p>
  </w:footnote>
  <w:footnote w:type="continuationSeparator" w:id="0">
    <w:p w14:paraId="05ECD4CF" w14:textId="77777777" w:rsidR="008B1004" w:rsidRDefault="008B1004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47EDD"/>
    <w:rsid w:val="000530F0"/>
    <w:rsid w:val="00053CAB"/>
    <w:rsid w:val="00054405"/>
    <w:rsid w:val="00074E23"/>
    <w:rsid w:val="000A0819"/>
    <w:rsid w:val="000A6A89"/>
    <w:rsid w:val="000B237F"/>
    <w:rsid w:val="000B39AE"/>
    <w:rsid w:val="000D37A6"/>
    <w:rsid w:val="000E0297"/>
    <w:rsid w:val="00104897"/>
    <w:rsid w:val="0011151C"/>
    <w:rsid w:val="00123E98"/>
    <w:rsid w:val="0013395C"/>
    <w:rsid w:val="00144A80"/>
    <w:rsid w:val="001506E3"/>
    <w:rsid w:val="00172B21"/>
    <w:rsid w:val="0017466E"/>
    <w:rsid w:val="001776A1"/>
    <w:rsid w:val="0018038A"/>
    <w:rsid w:val="001834A5"/>
    <w:rsid w:val="00186FB2"/>
    <w:rsid w:val="00193A2E"/>
    <w:rsid w:val="00195E81"/>
    <w:rsid w:val="00197DF2"/>
    <w:rsid w:val="001A2FA2"/>
    <w:rsid w:val="001A4316"/>
    <w:rsid w:val="001B39F3"/>
    <w:rsid w:val="001C1537"/>
    <w:rsid w:val="001C56C0"/>
    <w:rsid w:val="001C64D0"/>
    <w:rsid w:val="001D36AA"/>
    <w:rsid w:val="001D3B14"/>
    <w:rsid w:val="001F6756"/>
    <w:rsid w:val="00202C44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827A5"/>
    <w:rsid w:val="00286F0D"/>
    <w:rsid w:val="00291E0E"/>
    <w:rsid w:val="0029385F"/>
    <w:rsid w:val="00294DB6"/>
    <w:rsid w:val="002A3E9D"/>
    <w:rsid w:val="002A7167"/>
    <w:rsid w:val="002B2923"/>
    <w:rsid w:val="002B43C2"/>
    <w:rsid w:val="002C4989"/>
    <w:rsid w:val="002C6AA8"/>
    <w:rsid w:val="002F7C6B"/>
    <w:rsid w:val="00307924"/>
    <w:rsid w:val="0032795B"/>
    <w:rsid w:val="00335F8A"/>
    <w:rsid w:val="00352AA8"/>
    <w:rsid w:val="003553F6"/>
    <w:rsid w:val="00364036"/>
    <w:rsid w:val="003868C8"/>
    <w:rsid w:val="00391E59"/>
    <w:rsid w:val="003A1822"/>
    <w:rsid w:val="003B4EBB"/>
    <w:rsid w:val="003C289D"/>
    <w:rsid w:val="003D7ACD"/>
    <w:rsid w:val="003E0A14"/>
    <w:rsid w:val="003E4326"/>
    <w:rsid w:val="003F0869"/>
    <w:rsid w:val="003F752A"/>
    <w:rsid w:val="004100AF"/>
    <w:rsid w:val="00416930"/>
    <w:rsid w:val="00422544"/>
    <w:rsid w:val="0042332B"/>
    <w:rsid w:val="00430DC1"/>
    <w:rsid w:val="00431124"/>
    <w:rsid w:val="00437042"/>
    <w:rsid w:val="00451E80"/>
    <w:rsid w:val="00473E0C"/>
    <w:rsid w:val="00475505"/>
    <w:rsid w:val="00475590"/>
    <w:rsid w:val="0048159B"/>
    <w:rsid w:val="00482214"/>
    <w:rsid w:val="00486481"/>
    <w:rsid w:val="00492553"/>
    <w:rsid w:val="004949C6"/>
    <w:rsid w:val="004B3925"/>
    <w:rsid w:val="004D0443"/>
    <w:rsid w:val="004D07BA"/>
    <w:rsid w:val="004D1056"/>
    <w:rsid w:val="004D346C"/>
    <w:rsid w:val="004E2AA3"/>
    <w:rsid w:val="004E51D5"/>
    <w:rsid w:val="005067BA"/>
    <w:rsid w:val="00506D20"/>
    <w:rsid w:val="0051646E"/>
    <w:rsid w:val="00521AE1"/>
    <w:rsid w:val="005249D6"/>
    <w:rsid w:val="00540C55"/>
    <w:rsid w:val="00571884"/>
    <w:rsid w:val="00572CA2"/>
    <w:rsid w:val="0058391E"/>
    <w:rsid w:val="00586A0F"/>
    <w:rsid w:val="00594A64"/>
    <w:rsid w:val="005A1FB5"/>
    <w:rsid w:val="005A3732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161E1"/>
    <w:rsid w:val="00623692"/>
    <w:rsid w:val="00646EFA"/>
    <w:rsid w:val="006640FE"/>
    <w:rsid w:val="00672B1F"/>
    <w:rsid w:val="006860B2"/>
    <w:rsid w:val="00692046"/>
    <w:rsid w:val="006960FF"/>
    <w:rsid w:val="006A70A5"/>
    <w:rsid w:val="006D176A"/>
    <w:rsid w:val="006E2A80"/>
    <w:rsid w:val="006E3770"/>
    <w:rsid w:val="006F0DC0"/>
    <w:rsid w:val="006F13E1"/>
    <w:rsid w:val="0070423C"/>
    <w:rsid w:val="00713CFB"/>
    <w:rsid w:val="00716F4C"/>
    <w:rsid w:val="007202F9"/>
    <w:rsid w:val="0074139A"/>
    <w:rsid w:val="00741A3D"/>
    <w:rsid w:val="00757F42"/>
    <w:rsid w:val="0077405B"/>
    <w:rsid w:val="0078436D"/>
    <w:rsid w:val="00787DB4"/>
    <w:rsid w:val="0079405D"/>
    <w:rsid w:val="007A0117"/>
    <w:rsid w:val="007A49FC"/>
    <w:rsid w:val="007A6AB7"/>
    <w:rsid w:val="007E12C8"/>
    <w:rsid w:val="007E2D5C"/>
    <w:rsid w:val="007F31D9"/>
    <w:rsid w:val="007F5E82"/>
    <w:rsid w:val="008035BF"/>
    <w:rsid w:val="008055E2"/>
    <w:rsid w:val="008111AE"/>
    <w:rsid w:val="00813D35"/>
    <w:rsid w:val="008144EC"/>
    <w:rsid w:val="00816B93"/>
    <w:rsid w:val="008208A0"/>
    <w:rsid w:val="0083370D"/>
    <w:rsid w:val="00850DED"/>
    <w:rsid w:val="00871AAA"/>
    <w:rsid w:val="008730FB"/>
    <w:rsid w:val="008A505E"/>
    <w:rsid w:val="008A5C4A"/>
    <w:rsid w:val="008B1004"/>
    <w:rsid w:val="008B7850"/>
    <w:rsid w:val="008B7AD0"/>
    <w:rsid w:val="008D17AD"/>
    <w:rsid w:val="008E78AB"/>
    <w:rsid w:val="008F0199"/>
    <w:rsid w:val="0091437E"/>
    <w:rsid w:val="009152B1"/>
    <w:rsid w:val="00931F6E"/>
    <w:rsid w:val="00951C49"/>
    <w:rsid w:val="0096317E"/>
    <w:rsid w:val="0097394E"/>
    <w:rsid w:val="009C280D"/>
    <w:rsid w:val="009D215B"/>
    <w:rsid w:val="009E5516"/>
    <w:rsid w:val="009F02B0"/>
    <w:rsid w:val="009F373A"/>
    <w:rsid w:val="009F59AF"/>
    <w:rsid w:val="00A04C1B"/>
    <w:rsid w:val="00A24CFB"/>
    <w:rsid w:val="00A42CD7"/>
    <w:rsid w:val="00A47E1C"/>
    <w:rsid w:val="00A503EA"/>
    <w:rsid w:val="00A5115C"/>
    <w:rsid w:val="00A54E34"/>
    <w:rsid w:val="00A553CB"/>
    <w:rsid w:val="00A63D97"/>
    <w:rsid w:val="00A661C5"/>
    <w:rsid w:val="00AA1888"/>
    <w:rsid w:val="00AA4380"/>
    <w:rsid w:val="00AA5DFB"/>
    <w:rsid w:val="00AA606A"/>
    <w:rsid w:val="00AA65F3"/>
    <w:rsid w:val="00AB0613"/>
    <w:rsid w:val="00AC38A2"/>
    <w:rsid w:val="00AC66CD"/>
    <w:rsid w:val="00AC6E61"/>
    <w:rsid w:val="00AE3C5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60DF"/>
    <w:rsid w:val="00BD3F80"/>
    <w:rsid w:val="00BD5361"/>
    <w:rsid w:val="00BE0CA4"/>
    <w:rsid w:val="00BF05ED"/>
    <w:rsid w:val="00C16D3E"/>
    <w:rsid w:val="00C20D20"/>
    <w:rsid w:val="00C33F00"/>
    <w:rsid w:val="00C41DC5"/>
    <w:rsid w:val="00C53E2C"/>
    <w:rsid w:val="00C7023E"/>
    <w:rsid w:val="00C74B55"/>
    <w:rsid w:val="00C7553A"/>
    <w:rsid w:val="00C80C21"/>
    <w:rsid w:val="00C95457"/>
    <w:rsid w:val="00CA268B"/>
    <w:rsid w:val="00CB1700"/>
    <w:rsid w:val="00CC26A0"/>
    <w:rsid w:val="00CD2862"/>
    <w:rsid w:val="00CE349F"/>
    <w:rsid w:val="00CF3497"/>
    <w:rsid w:val="00CF4A03"/>
    <w:rsid w:val="00CF624E"/>
    <w:rsid w:val="00D00B80"/>
    <w:rsid w:val="00D10632"/>
    <w:rsid w:val="00D121DC"/>
    <w:rsid w:val="00D12837"/>
    <w:rsid w:val="00D35023"/>
    <w:rsid w:val="00D60D5A"/>
    <w:rsid w:val="00D70367"/>
    <w:rsid w:val="00D8272F"/>
    <w:rsid w:val="00D869AD"/>
    <w:rsid w:val="00D86B89"/>
    <w:rsid w:val="00D877C5"/>
    <w:rsid w:val="00D96136"/>
    <w:rsid w:val="00DA2AC0"/>
    <w:rsid w:val="00DA6253"/>
    <w:rsid w:val="00DC351F"/>
    <w:rsid w:val="00DF1F6B"/>
    <w:rsid w:val="00E009F3"/>
    <w:rsid w:val="00E0216F"/>
    <w:rsid w:val="00E0325C"/>
    <w:rsid w:val="00E5351E"/>
    <w:rsid w:val="00E614D0"/>
    <w:rsid w:val="00E83769"/>
    <w:rsid w:val="00E85A2D"/>
    <w:rsid w:val="00E87F23"/>
    <w:rsid w:val="00E932B8"/>
    <w:rsid w:val="00E97002"/>
    <w:rsid w:val="00EA1FA0"/>
    <w:rsid w:val="00EA2751"/>
    <w:rsid w:val="00ED1C95"/>
    <w:rsid w:val="00EF0DCF"/>
    <w:rsid w:val="00F03B99"/>
    <w:rsid w:val="00F050AB"/>
    <w:rsid w:val="00F14FC2"/>
    <w:rsid w:val="00F22AB4"/>
    <w:rsid w:val="00F261AC"/>
    <w:rsid w:val="00F2652F"/>
    <w:rsid w:val="00F3502E"/>
    <w:rsid w:val="00F420BC"/>
    <w:rsid w:val="00F43C32"/>
    <w:rsid w:val="00F5367E"/>
    <w:rsid w:val="00F63404"/>
    <w:rsid w:val="00F64E50"/>
    <w:rsid w:val="00F92D5F"/>
    <w:rsid w:val="00FA22F2"/>
    <w:rsid w:val="00FA4E54"/>
    <w:rsid w:val="00FD13E5"/>
    <w:rsid w:val="00FD1FE2"/>
    <w:rsid w:val="00FD45F8"/>
    <w:rsid w:val="00FE0C33"/>
    <w:rsid w:val="00FE133A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7</TotalTime>
  <Pages>5</Pages>
  <Words>1587</Words>
  <Characters>9856</Characters>
  <Application>Microsoft Office Word</Application>
  <DocSecurity>0</DocSecurity>
  <Lines>82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12</cp:revision>
  <cp:lastPrinted>2016-03-01T16:13:00Z</cp:lastPrinted>
  <dcterms:created xsi:type="dcterms:W3CDTF">2023-11-13T12:24:00Z</dcterms:created>
  <dcterms:modified xsi:type="dcterms:W3CDTF">2023-11-13T12:33:00Z</dcterms:modified>
</cp:coreProperties>
</file>