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7767EEE7" w:rsidR="00C33F00" w:rsidRPr="00816B93" w:rsidRDefault="00C06557"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AF70C9">
        <w:rPr>
          <w:rFonts w:ascii="Garamond" w:hAnsi="Garamond" w:cs="Garamond"/>
          <w:b/>
          <w:bCs/>
          <w:sz w:val="28"/>
          <w:szCs w:val="28"/>
        </w:rPr>
        <w:t>86</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76C08A33" w:rsidR="00486481" w:rsidRPr="00AA25C0" w:rsidRDefault="00C06557" w:rsidP="00AA25C0">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146BEF">
              <w:rPr>
                <w:rFonts w:ascii="Calibri" w:eastAsia="Calibri" w:hAnsi="Calibri" w:cs="Calibri"/>
                <w:b/>
                <w:bCs/>
                <w:sz w:val="22"/>
                <w:szCs w:val="22"/>
                <w:lang w:eastAsia="en-US"/>
              </w:rPr>
              <w:t>alla manutenzione con s</w:t>
            </w:r>
            <w:r w:rsidR="00146BEF" w:rsidRPr="00146BEF">
              <w:rPr>
                <w:rFonts w:ascii="Calibri" w:eastAsia="Calibri" w:hAnsi="Calibri" w:cs="Calibri"/>
                <w:b/>
                <w:bCs/>
                <w:sz w:val="22"/>
                <w:szCs w:val="22"/>
                <w:lang w:eastAsia="en-US"/>
              </w:rPr>
              <w:t xml:space="preserve">ostituzione </w:t>
            </w:r>
            <w:r w:rsidR="00146BEF">
              <w:rPr>
                <w:rFonts w:ascii="Calibri" w:eastAsia="Calibri" w:hAnsi="Calibri" w:cs="Calibri"/>
                <w:b/>
                <w:bCs/>
                <w:sz w:val="22"/>
                <w:szCs w:val="22"/>
                <w:lang w:eastAsia="en-US"/>
              </w:rPr>
              <w:t xml:space="preserve">della </w:t>
            </w:r>
            <w:r w:rsidR="00146BEF" w:rsidRPr="00146BEF">
              <w:rPr>
                <w:rFonts w:ascii="Calibri" w:eastAsia="Calibri" w:hAnsi="Calibri" w:cs="Calibri"/>
                <w:b/>
                <w:bCs/>
                <w:sz w:val="22"/>
                <w:szCs w:val="22"/>
                <w:lang w:eastAsia="en-US"/>
              </w:rPr>
              <w:t>pompa/motore di produzione sul sistema MQ Direct-8 SN F7HA11094D</w:t>
            </w:r>
            <w:r w:rsidR="00146BEF">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D75D5F">
              <w:rPr>
                <w:rFonts w:ascii="Calibri" w:eastAsia="Calibri" w:hAnsi="Calibri" w:cs="Calibri"/>
                <w:b/>
                <w:bCs/>
                <w:sz w:val="22"/>
                <w:szCs w:val="22"/>
                <w:lang w:eastAsia="en-US"/>
              </w:rPr>
              <w:t>Dr</w:t>
            </w:r>
            <w:r w:rsidR="003F12DC">
              <w:rPr>
                <w:rFonts w:ascii="Calibri" w:eastAsia="Calibri" w:hAnsi="Calibri" w:cs="Calibri"/>
                <w:b/>
                <w:bCs/>
                <w:sz w:val="22"/>
                <w:szCs w:val="22"/>
                <w:lang w:eastAsia="en-US"/>
              </w:rPr>
              <w:t xml:space="preserve">. </w:t>
            </w:r>
            <w:r w:rsidR="00104A39">
              <w:rPr>
                <w:rFonts w:ascii="Calibri" w:eastAsia="Calibri" w:hAnsi="Calibri" w:cs="Calibri"/>
                <w:b/>
                <w:bCs/>
                <w:sz w:val="22"/>
                <w:szCs w:val="22"/>
                <w:lang w:eastAsia="en-US"/>
              </w:rPr>
              <w:t>Vincenzo Monetti</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104A39">
              <w:rPr>
                <w:rFonts w:ascii="Calibri" w:eastAsia="Calibri" w:hAnsi="Calibri" w:cs="Calibri"/>
                <w:b/>
                <w:bCs/>
                <w:sz w:val="22"/>
                <w:szCs w:val="22"/>
                <w:lang w:eastAsia="en-US"/>
              </w:rPr>
              <w:t>2.</w:t>
            </w:r>
            <w:r w:rsidR="009C7C98">
              <w:rPr>
                <w:rFonts w:ascii="Calibri" w:eastAsia="Calibri" w:hAnsi="Calibri" w:cs="Calibri"/>
                <w:b/>
                <w:bCs/>
                <w:sz w:val="22"/>
                <w:szCs w:val="22"/>
                <w:lang w:eastAsia="en-US"/>
              </w:rPr>
              <w:t>60</w:t>
            </w:r>
            <w:r w:rsidR="00104A39">
              <w:rPr>
                <w:rFonts w:ascii="Calibri" w:eastAsia="Calibri" w:hAnsi="Calibri" w:cs="Calibri"/>
                <w:b/>
                <w:bCs/>
                <w:sz w:val="22"/>
                <w:szCs w:val="22"/>
                <w:lang w:eastAsia="en-US"/>
              </w:rPr>
              <w:t>4</w:t>
            </w:r>
            <w:r w:rsidR="00B45418">
              <w:rPr>
                <w:rFonts w:ascii="Calibri" w:eastAsia="Calibri" w:hAnsi="Calibri" w:cs="Calibri"/>
                <w:b/>
                <w:bCs/>
                <w:sz w:val="22"/>
                <w:szCs w:val="22"/>
                <w:lang w:eastAsia="en-US"/>
              </w:rPr>
              <w:t>,</w:t>
            </w:r>
            <w:r w:rsidR="00104A39">
              <w:rPr>
                <w:rFonts w:ascii="Calibri" w:eastAsia="Calibri" w:hAnsi="Calibri" w:cs="Calibri"/>
                <w:b/>
                <w:bCs/>
                <w:sz w:val="22"/>
                <w:szCs w:val="22"/>
                <w:lang w:eastAsia="en-US"/>
              </w:rPr>
              <w:t>2</w:t>
            </w:r>
            <w:r w:rsidR="009C7C98">
              <w:rPr>
                <w:rFonts w:ascii="Calibri" w:eastAsia="Calibri" w:hAnsi="Calibri" w:cs="Calibri"/>
                <w:b/>
                <w:bCs/>
                <w:sz w:val="22"/>
                <w:szCs w:val="22"/>
                <w:lang w:eastAsia="en-US"/>
              </w:rPr>
              <w:t>0</w:t>
            </w:r>
            <w:r w:rsidR="00D85B97">
              <w:rPr>
                <w:rFonts w:ascii="Calibri" w:eastAsia="Calibri" w:hAnsi="Calibri" w:cs="Calibri"/>
                <w:b/>
                <w:bCs/>
                <w:sz w:val="22"/>
                <w:szCs w:val="22"/>
                <w:lang w:eastAsia="en-US"/>
              </w:rPr>
              <w:t xml:space="preserve"> escluso IVA</w:t>
            </w:r>
            <w:r w:rsidR="0056575D">
              <w:rPr>
                <w:rFonts w:ascii="Calibri" w:eastAsia="Calibri" w:hAnsi="Calibri" w:cs="Calibri"/>
                <w:b/>
                <w:bCs/>
                <w:sz w:val="22"/>
                <w:szCs w:val="22"/>
                <w:lang w:eastAsia="en-US"/>
              </w:rPr>
              <w:t xml:space="preserve">,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0D2614" w:rsidRPr="000D2614">
              <w:rPr>
                <w:rFonts w:ascii="Calibri" w:eastAsia="Calibri" w:hAnsi="Calibri" w:cs="Calibri"/>
                <w:b/>
                <w:bCs/>
                <w:sz w:val="22"/>
                <w:szCs w:val="22"/>
                <w:lang w:eastAsia="en-US"/>
              </w:rPr>
              <w:t>B17588E3F0</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6D66A3B0"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w:t>
            </w:r>
            <w:r w:rsidR="000D2614">
              <w:rPr>
                <w:rFonts w:ascii="Calibri" w:eastAsia="Calibri" w:hAnsi="Calibri" w:cs="Calibri"/>
                <w:bCs/>
                <w:sz w:val="22"/>
                <w:szCs w:val="22"/>
                <w:lang w:eastAsia="en-US"/>
              </w:rPr>
              <w:t>delle attività Laboratoriali assegnate al dott. Vincenzo Monetti</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concedente, nel rispetto dei criteri qualitativi e quantitativi di cui all’articolo 50, </w:t>
            </w:r>
            <w:r w:rsidRPr="00450D2A">
              <w:rPr>
                <w:rFonts w:ascii="Calibri" w:eastAsia="Calibri" w:hAnsi="Calibri" w:cs="Calibri"/>
                <w:bCs/>
                <w:i/>
                <w:sz w:val="22"/>
                <w:szCs w:val="22"/>
                <w:lang w:eastAsia="en-US"/>
              </w:rPr>
              <w:lastRenderedPageBreak/>
              <w:t>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733819A3"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la richiesta di acquisto</w:t>
            </w:r>
            <w:r w:rsidR="00D94EB1">
              <w:rPr>
                <w:rFonts w:ascii="Calibri" w:eastAsia="Calibri" w:hAnsi="Calibri" w:cs="Calibri"/>
                <w:bCs/>
                <w:sz w:val="22"/>
                <w:szCs w:val="22"/>
                <w:lang w:eastAsia="en-US"/>
              </w:rPr>
              <w:t xml:space="preserve"> dell’attività manutentiva</w:t>
            </w:r>
            <w:r w:rsidRPr="00486481">
              <w:rPr>
                <w:rFonts w:ascii="Calibri" w:eastAsia="Calibri" w:hAnsi="Calibri" w:cs="Calibri"/>
                <w:bCs/>
                <w:sz w:val="22"/>
                <w:szCs w:val="22"/>
                <w:lang w:eastAsia="en-US"/>
              </w:rPr>
              <w:t xml:space="preserve"> </w:t>
            </w:r>
            <w:r w:rsidR="0074187B">
              <w:rPr>
                <w:rFonts w:ascii="Calibri" w:eastAsia="Calibri" w:hAnsi="Calibri" w:cs="Calibri"/>
                <w:bCs/>
                <w:sz w:val="22"/>
                <w:szCs w:val="22"/>
                <w:lang w:eastAsia="en-US"/>
              </w:rPr>
              <w:t>d</w:t>
            </w:r>
            <w:r w:rsidR="00D94EB1">
              <w:rPr>
                <w:rFonts w:ascii="Calibri" w:eastAsia="Calibri" w:hAnsi="Calibri" w:cs="Calibri"/>
                <w:bCs/>
                <w:sz w:val="22"/>
                <w:szCs w:val="22"/>
                <w:lang w:eastAsia="en-US"/>
              </w:rPr>
              <w:t>a parte del</w:t>
            </w:r>
            <w:r w:rsidR="0074187B">
              <w:rPr>
                <w:rFonts w:ascii="Calibri" w:eastAsia="Calibri" w:hAnsi="Calibri" w:cs="Calibri"/>
                <w:bCs/>
                <w:sz w:val="22"/>
                <w:szCs w:val="22"/>
                <w:lang w:eastAsia="en-US"/>
              </w:rPr>
              <w:t xml:space="preserve"> </w:t>
            </w:r>
            <w:r w:rsidR="002C7EC0">
              <w:rPr>
                <w:rFonts w:ascii="Calibri" w:eastAsia="Calibri" w:hAnsi="Calibri" w:cs="Calibri"/>
                <w:bCs/>
                <w:sz w:val="22"/>
                <w:szCs w:val="22"/>
                <w:lang w:eastAsia="en-US"/>
              </w:rPr>
              <w:t xml:space="preserve">Dr. </w:t>
            </w:r>
            <w:r w:rsidR="000D2614">
              <w:rPr>
                <w:rFonts w:ascii="Calibri" w:eastAsia="Calibri" w:hAnsi="Calibri" w:cs="Calibri"/>
                <w:bCs/>
                <w:sz w:val="22"/>
                <w:szCs w:val="22"/>
                <w:lang w:eastAsia="en-US"/>
              </w:rPr>
              <w:t>Vincenzo Monetti</w:t>
            </w:r>
            <w:r w:rsidR="0077405B" w:rsidRPr="00C65AD4">
              <w:rPr>
                <w:rFonts w:ascii="Calibri" w:eastAsia="Calibri" w:hAnsi="Calibri" w:cs="Calibri"/>
                <w:bCs/>
                <w:sz w:val="22"/>
                <w:szCs w:val="22"/>
                <w:lang w:eastAsia="en-US"/>
              </w:rPr>
              <w:t xml:space="preserve"> (mail del </w:t>
            </w:r>
            <w:r w:rsidR="00C73827">
              <w:rPr>
                <w:rFonts w:ascii="Calibri" w:eastAsia="Calibri" w:hAnsi="Calibri" w:cs="Calibri"/>
                <w:bCs/>
                <w:sz w:val="22"/>
                <w:szCs w:val="22"/>
                <w:lang w:eastAsia="en-US"/>
              </w:rPr>
              <w:t>2</w:t>
            </w:r>
            <w:r w:rsidR="002C7EC0">
              <w:rPr>
                <w:rFonts w:ascii="Calibri" w:eastAsia="Calibri" w:hAnsi="Calibri" w:cs="Calibri"/>
                <w:bCs/>
                <w:sz w:val="22"/>
                <w:szCs w:val="22"/>
                <w:lang w:eastAsia="en-US"/>
              </w:rPr>
              <w:t>9</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0D2614">
              <w:rPr>
                <w:rFonts w:ascii="Calibri" w:eastAsia="Calibri" w:hAnsi="Calibri" w:cs="Calibri"/>
                <w:bCs/>
                <w:sz w:val="22"/>
                <w:szCs w:val="22"/>
                <w:lang w:eastAsia="en-US"/>
              </w:rPr>
              <w:t>4</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1118AA6D" w:rsidR="00486481" w:rsidRPr="00C74BF1" w:rsidRDefault="00BB542C" w:rsidP="007D325D">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4A7972" w:rsidRPr="004A7972">
              <w:rPr>
                <w:rFonts w:ascii="Calibri" w:eastAsia="Calibri" w:hAnsi="Calibri" w:cs="Calibri"/>
                <w:b/>
                <w:sz w:val="22"/>
                <w:szCs w:val="22"/>
                <w:lang w:eastAsia="en-US"/>
              </w:rPr>
              <w:t>MERCK LIFE SCIENCE S.R.L.</w:t>
            </w:r>
            <w:r w:rsidR="004A7972">
              <w:rPr>
                <w:rFonts w:ascii="Calibri" w:eastAsia="Calibri" w:hAnsi="Calibri" w:cs="Calibri"/>
                <w:b/>
                <w:sz w:val="22"/>
                <w:szCs w:val="22"/>
                <w:lang w:eastAsia="en-US"/>
              </w:rPr>
              <w:t xml:space="preserve">, </w:t>
            </w:r>
            <w:r w:rsidR="004A7972" w:rsidRPr="004A7972">
              <w:rPr>
                <w:rFonts w:ascii="Calibri" w:eastAsia="Calibri" w:hAnsi="Calibri" w:cs="Calibri"/>
                <w:b/>
                <w:sz w:val="22"/>
                <w:szCs w:val="22"/>
                <w:lang w:eastAsia="en-US"/>
              </w:rPr>
              <w:t>VIA MONTE ROSA,93</w:t>
            </w:r>
            <w:r w:rsidR="004A7972">
              <w:rPr>
                <w:rFonts w:ascii="Calibri" w:eastAsia="Calibri" w:hAnsi="Calibri" w:cs="Calibri"/>
                <w:b/>
                <w:sz w:val="22"/>
                <w:szCs w:val="22"/>
                <w:lang w:eastAsia="en-US"/>
              </w:rPr>
              <w:t xml:space="preserve"> - </w:t>
            </w:r>
            <w:r w:rsidR="004A7972" w:rsidRPr="004A7972">
              <w:rPr>
                <w:rFonts w:ascii="Calibri" w:eastAsia="Calibri" w:hAnsi="Calibri" w:cs="Calibri"/>
                <w:b/>
                <w:sz w:val="22"/>
                <w:szCs w:val="22"/>
                <w:lang w:eastAsia="en-US"/>
              </w:rPr>
              <w:t>20149 MILANO</w:t>
            </w:r>
            <w:r w:rsidR="004A7972">
              <w:rPr>
                <w:rFonts w:ascii="Calibri" w:eastAsia="Calibri" w:hAnsi="Calibri" w:cs="Calibri"/>
                <w:b/>
                <w:sz w:val="22"/>
                <w:szCs w:val="22"/>
                <w:lang w:eastAsia="en-US"/>
              </w:rPr>
              <w:t xml:space="preserve"> – </w:t>
            </w:r>
            <w:r w:rsidR="004A7972" w:rsidRPr="004A7972">
              <w:rPr>
                <w:rFonts w:ascii="Calibri" w:eastAsia="Calibri" w:hAnsi="Calibri" w:cs="Calibri"/>
                <w:b/>
                <w:sz w:val="22"/>
                <w:szCs w:val="22"/>
                <w:lang w:eastAsia="en-US"/>
              </w:rPr>
              <w:t>ITALIA</w:t>
            </w:r>
            <w:r w:rsidR="004A7972">
              <w:rPr>
                <w:rFonts w:ascii="Calibri" w:eastAsia="Calibri" w:hAnsi="Calibri" w:cs="Calibri"/>
                <w:b/>
                <w:sz w:val="22"/>
                <w:szCs w:val="22"/>
                <w:lang w:eastAsia="en-US"/>
              </w:rPr>
              <w:t xml:space="preserve"> - </w:t>
            </w:r>
            <w:r w:rsidR="004A7972" w:rsidRPr="004A7972">
              <w:rPr>
                <w:rFonts w:ascii="Calibri" w:eastAsia="Calibri" w:hAnsi="Calibri" w:cs="Calibri"/>
                <w:b/>
                <w:sz w:val="22"/>
                <w:szCs w:val="22"/>
                <w:lang w:eastAsia="en-US"/>
              </w:rPr>
              <w:t>C.F. 13209130155</w:t>
            </w:r>
            <w:r w:rsidR="004A7972">
              <w:rPr>
                <w:rFonts w:ascii="Calibri" w:eastAsia="Calibri" w:hAnsi="Calibri" w:cs="Calibri"/>
                <w:b/>
                <w:sz w:val="22"/>
                <w:szCs w:val="22"/>
                <w:lang w:eastAsia="en-US"/>
              </w:rPr>
              <w:t xml:space="preserve"> - </w:t>
            </w:r>
            <w:r w:rsidR="004A7972" w:rsidRPr="004A7972">
              <w:rPr>
                <w:rFonts w:ascii="Calibri" w:eastAsia="Calibri" w:hAnsi="Calibri" w:cs="Calibri"/>
                <w:b/>
                <w:sz w:val="22"/>
                <w:szCs w:val="22"/>
                <w:lang w:eastAsia="en-US"/>
              </w:rPr>
              <w:t>P.IVA IT13209130155</w:t>
            </w:r>
            <w:r w:rsidR="004A7972">
              <w:rPr>
                <w:rFonts w:ascii="Calibri" w:eastAsia="Calibri" w:hAnsi="Calibri" w:cs="Calibri"/>
                <w:b/>
                <w:sz w:val="22"/>
                <w:szCs w:val="22"/>
                <w:lang w:eastAsia="en-US"/>
              </w:rPr>
              <w:t xml:space="preserve"> </w:t>
            </w:r>
            <w:r w:rsidR="00B517C6">
              <w:rPr>
                <w:rFonts w:ascii="Calibri" w:eastAsia="Calibri" w:hAnsi="Calibri" w:cs="Calibri"/>
                <w:b/>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1595F8D9" w:rsidR="00486481" w:rsidRPr="00486481" w:rsidRDefault="00CA12D8"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7B5D3784"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4A7972" w:rsidRPr="00EC79E4">
        <w:rPr>
          <w:rFonts w:ascii="Calibri" w:eastAsia="Calibri" w:hAnsi="Calibri" w:cs="Calibri"/>
          <w:b/>
          <w:bCs/>
          <w:sz w:val="22"/>
          <w:szCs w:val="22"/>
          <w:lang w:eastAsia="en-US"/>
        </w:rPr>
        <w:t xml:space="preserve">spese </w:t>
      </w:r>
      <w:r w:rsidR="004A7972">
        <w:rPr>
          <w:rFonts w:ascii="Calibri" w:eastAsia="Calibri" w:hAnsi="Calibri" w:cs="Calibri"/>
          <w:b/>
          <w:bCs/>
          <w:sz w:val="22"/>
          <w:szCs w:val="22"/>
          <w:lang w:eastAsia="en-US"/>
        </w:rPr>
        <w:t>relative alla manutenzione con s</w:t>
      </w:r>
      <w:r w:rsidR="004A7972" w:rsidRPr="00146BEF">
        <w:rPr>
          <w:rFonts w:ascii="Calibri" w:eastAsia="Calibri" w:hAnsi="Calibri" w:cs="Calibri"/>
          <w:b/>
          <w:bCs/>
          <w:sz w:val="22"/>
          <w:szCs w:val="22"/>
          <w:lang w:eastAsia="en-US"/>
        </w:rPr>
        <w:t xml:space="preserve">ostituzione </w:t>
      </w:r>
      <w:r w:rsidR="004A7972">
        <w:rPr>
          <w:rFonts w:ascii="Calibri" w:eastAsia="Calibri" w:hAnsi="Calibri" w:cs="Calibri"/>
          <w:b/>
          <w:bCs/>
          <w:sz w:val="22"/>
          <w:szCs w:val="22"/>
          <w:lang w:eastAsia="en-US"/>
        </w:rPr>
        <w:t xml:space="preserve">della </w:t>
      </w:r>
      <w:r w:rsidR="004A7972" w:rsidRPr="00146BEF">
        <w:rPr>
          <w:rFonts w:ascii="Calibri" w:eastAsia="Calibri" w:hAnsi="Calibri" w:cs="Calibri"/>
          <w:b/>
          <w:bCs/>
          <w:sz w:val="22"/>
          <w:szCs w:val="22"/>
          <w:lang w:eastAsia="en-US"/>
        </w:rPr>
        <w:t>pompa/motore di produzione sul sistema MQ Direct-8 SN F7HA11094D</w:t>
      </w:r>
      <w:r w:rsidR="004A7972">
        <w:rPr>
          <w:rFonts w:ascii="Calibri" w:eastAsia="Calibri" w:hAnsi="Calibri" w:cs="Calibri"/>
          <w:b/>
          <w:bCs/>
          <w:sz w:val="22"/>
          <w:szCs w:val="22"/>
          <w:lang w:eastAsia="en-US"/>
        </w:rPr>
        <w:t xml:space="preserve"> -</w:t>
      </w:r>
      <w:r w:rsidR="004A7972" w:rsidRPr="00EC79E4">
        <w:rPr>
          <w:rFonts w:ascii="Calibri" w:eastAsia="Calibri" w:hAnsi="Calibri" w:cs="Calibri"/>
          <w:b/>
          <w:bCs/>
          <w:sz w:val="22"/>
          <w:szCs w:val="22"/>
          <w:lang w:eastAsia="en-US"/>
        </w:rPr>
        <w:t xml:space="preserve"> </w:t>
      </w:r>
      <w:r w:rsidR="004A7972">
        <w:rPr>
          <w:rFonts w:ascii="Calibri" w:eastAsia="Calibri" w:hAnsi="Calibri" w:cs="Calibri"/>
          <w:b/>
          <w:bCs/>
          <w:sz w:val="22"/>
          <w:szCs w:val="22"/>
          <w:lang w:eastAsia="en-US"/>
        </w:rPr>
        <w:t>Dr. Vincenzo Monetti</w:t>
      </w:r>
      <w:r w:rsidR="0070468A" w:rsidRPr="00E53FD2">
        <w:rPr>
          <w:rFonts w:ascii="Calibri" w:eastAsia="Calibri" w:hAnsi="Calibri" w:cs="Calibri"/>
          <w:bCs/>
          <w:sz w:val="22"/>
          <w:szCs w:val="22"/>
          <w:lang w:eastAsia="en-US"/>
        </w:rPr>
        <w:t xml:space="preserve"> </w:t>
      </w:r>
      <w:r w:rsidR="00BB57F1" w:rsidRPr="00E53FD2">
        <w:rPr>
          <w:rFonts w:ascii="Calibri" w:eastAsia="Calibri" w:hAnsi="Calibri" w:cs="Calibri"/>
          <w:bCs/>
          <w:sz w:val="22"/>
          <w:szCs w:val="22"/>
          <w:lang w:eastAsia="en-US"/>
        </w:rPr>
        <w:t xml:space="preserve">- all’operatore economico </w:t>
      </w:r>
      <w:r w:rsidR="004A7972" w:rsidRPr="004A7972">
        <w:rPr>
          <w:rFonts w:ascii="Calibri" w:eastAsia="Calibri" w:hAnsi="Calibri" w:cs="Calibri"/>
          <w:b/>
          <w:sz w:val="22"/>
          <w:szCs w:val="22"/>
          <w:lang w:eastAsia="en-US"/>
        </w:rPr>
        <w:t>MERCK LIFE SCIENCE S.R.L.</w:t>
      </w:r>
      <w:r w:rsidR="004A7972">
        <w:rPr>
          <w:rFonts w:ascii="Calibri" w:eastAsia="Calibri" w:hAnsi="Calibri" w:cs="Calibri"/>
          <w:b/>
          <w:sz w:val="22"/>
          <w:szCs w:val="22"/>
          <w:lang w:eastAsia="en-US"/>
        </w:rPr>
        <w:t xml:space="preserve">, </w:t>
      </w:r>
      <w:r w:rsidR="004A7972" w:rsidRPr="004A7972">
        <w:rPr>
          <w:rFonts w:ascii="Calibri" w:eastAsia="Calibri" w:hAnsi="Calibri" w:cs="Calibri"/>
          <w:b/>
          <w:sz w:val="22"/>
          <w:szCs w:val="22"/>
          <w:lang w:eastAsia="en-US"/>
        </w:rPr>
        <w:t>VIA MONTE ROSA,93</w:t>
      </w:r>
      <w:r w:rsidR="004A7972">
        <w:rPr>
          <w:rFonts w:ascii="Calibri" w:eastAsia="Calibri" w:hAnsi="Calibri" w:cs="Calibri"/>
          <w:b/>
          <w:sz w:val="22"/>
          <w:szCs w:val="22"/>
          <w:lang w:eastAsia="en-US"/>
        </w:rPr>
        <w:t xml:space="preserve"> - </w:t>
      </w:r>
      <w:r w:rsidR="004A7972" w:rsidRPr="004A7972">
        <w:rPr>
          <w:rFonts w:ascii="Calibri" w:eastAsia="Calibri" w:hAnsi="Calibri" w:cs="Calibri"/>
          <w:b/>
          <w:sz w:val="22"/>
          <w:szCs w:val="22"/>
          <w:lang w:eastAsia="en-US"/>
        </w:rPr>
        <w:t>20149 MILANO</w:t>
      </w:r>
      <w:r w:rsidR="004A7972">
        <w:rPr>
          <w:rFonts w:ascii="Calibri" w:eastAsia="Calibri" w:hAnsi="Calibri" w:cs="Calibri"/>
          <w:b/>
          <w:sz w:val="22"/>
          <w:szCs w:val="22"/>
          <w:lang w:eastAsia="en-US"/>
        </w:rPr>
        <w:t xml:space="preserve"> – </w:t>
      </w:r>
      <w:r w:rsidR="004A7972" w:rsidRPr="004A7972">
        <w:rPr>
          <w:rFonts w:ascii="Calibri" w:eastAsia="Calibri" w:hAnsi="Calibri" w:cs="Calibri"/>
          <w:b/>
          <w:sz w:val="22"/>
          <w:szCs w:val="22"/>
          <w:lang w:eastAsia="en-US"/>
        </w:rPr>
        <w:t>ITALIA</w:t>
      </w:r>
      <w:r w:rsidR="004A7972">
        <w:rPr>
          <w:rFonts w:ascii="Calibri" w:eastAsia="Calibri" w:hAnsi="Calibri" w:cs="Calibri"/>
          <w:b/>
          <w:sz w:val="22"/>
          <w:szCs w:val="22"/>
          <w:lang w:eastAsia="en-US"/>
        </w:rPr>
        <w:t xml:space="preserve"> - </w:t>
      </w:r>
      <w:r w:rsidR="004A7972" w:rsidRPr="004A7972">
        <w:rPr>
          <w:rFonts w:ascii="Calibri" w:eastAsia="Calibri" w:hAnsi="Calibri" w:cs="Calibri"/>
          <w:b/>
          <w:sz w:val="22"/>
          <w:szCs w:val="22"/>
          <w:lang w:eastAsia="en-US"/>
        </w:rPr>
        <w:t>C.F. 13209130155</w:t>
      </w:r>
      <w:r w:rsidR="004A7972">
        <w:rPr>
          <w:rFonts w:ascii="Calibri" w:eastAsia="Calibri" w:hAnsi="Calibri" w:cs="Calibri"/>
          <w:b/>
          <w:sz w:val="22"/>
          <w:szCs w:val="22"/>
          <w:lang w:eastAsia="en-US"/>
        </w:rPr>
        <w:t xml:space="preserve"> - </w:t>
      </w:r>
      <w:r w:rsidR="004A7972" w:rsidRPr="004A7972">
        <w:rPr>
          <w:rFonts w:ascii="Calibri" w:eastAsia="Calibri" w:hAnsi="Calibri" w:cs="Calibri"/>
          <w:b/>
          <w:sz w:val="22"/>
          <w:szCs w:val="22"/>
          <w:lang w:eastAsia="en-US"/>
        </w:rPr>
        <w:t>P.IVA IT13209130155</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DE6CB7" w:rsidRPr="00DE6CB7">
        <w:rPr>
          <w:rFonts w:ascii="Calibri" w:eastAsia="Calibri" w:hAnsi="Calibri" w:cs="Calibri"/>
          <w:bCs/>
          <w:sz w:val="22"/>
          <w:szCs w:val="22"/>
          <w:lang w:eastAsia="en-US"/>
        </w:rPr>
        <w:t>3.177</w:t>
      </w:r>
      <w:r w:rsidR="00EC35F7">
        <w:rPr>
          <w:rFonts w:ascii="Calibri" w:eastAsia="Calibri" w:hAnsi="Calibri" w:cs="Calibri"/>
          <w:bCs/>
          <w:sz w:val="22"/>
          <w:szCs w:val="22"/>
          <w:lang w:eastAsia="en-US"/>
        </w:rPr>
        <w:t>,</w:t>
      </w:r>
      <w:r w:rsidR="00DE6CB7">
        <w:rPr>
          <w:rFonts w:ascii="Calibri" w:eastAsia="Calibri" w:hAnsi="Calibri" w:cs="Calibri"/>
          <w:bCs/>
          <w:sz w:val="22"/>
          <w:szCs w:val="22"/>
          <w:lang w:eastAsia="en-US"/>
        </w:rPr>
        <w:t>12</w:t>
      </w:r>
      <w:r w:rsidR="00EC35F7">
        <w:rPr>
          <w:rFonts w:ascii="Calibri" w:eastAsia="Calibri" w:hAnsi="Calibri" w:cs="Calibri"/>
          <w:bCs/>
          <w:sz w:val="22"/>
          <w:szCs w:val="22"/>
          <w:lang w:eastAsia="en-US"/>
        </w:rPr>
        <w:t xml:space="preserve"> </w:t>
      </w:r>
      <w:r w:rsidR="00B517C6" w:rsidRPr="00AA2F2A">
        <w:rPr>
          <w:rFonts w:ascii="Calibri" w:eastAsia="Calibri" w:hAnsi="Calibri" w:cs="Calibri"/>
          <w:bCs/>
          <w:sz w:val="20"/>
          <w:szCs w:val="20"/>
          <w:lang w:eastAsia="en-US"/>
        </w:rPr>
        <w:t>IVA inclusa (€</w:t>
      </w:r>
      <w:r w:rsidR="00B517C6">
        <w:rPr>
          <w:rFonts w:ascii="Calibri" w:eastAsia="Calibri" w:hAnsi="Calibri" w:cs="Calibri"/>
          <w:bCs/>
          <w:sz w:val="20"/>
          <w:szCs w:val="20"/>
          <w:lang w:eastAsia="en-US"/>
        </w:rPr>
        <w:t xml:space="preserve"> </w:t>
      </w:r>
      <w:r w:rsidR="00DE6CB7">
        <w:rPr>
          <w:rFonts w:ascii="Calibri" w:eastAsia="Calibri" w:hAnsi="Calibri" w:cs="Calibri"/>
          <w:bCs/>
          <w:sz w:val="20"/>
          <w:szCs w:val="20"/>
          <w:lang w:eastAsia="en-US"/>
        </w:rPr>
        <w:t>2.</w:t>
      </w:r>
      <w:r w:rsidR="003928F9">
        <w:rPr>
          <w:rFonts w:ascii="Calibri" w:eastAsia="Calibri" w:hAnsi="Calibri" w:cs="Calibri"/>
          <w:bCs/>
          <w:sz w:val="20"/>
          <w:szCs w:val="20"/>
          <w:lang w:eastAsia="en-US"/>
        </w:rPr>
        <w:t>60</w:t>
      </w:r>
      <w:r w:rsidR="00DE6CB7">
        <w:rPr>
          <w:rFonts w:ascii="Calibri" w:eastAsia="Calibri" w:hAnsi="Calibri" w:cs="Calibri"/>
          <w:bCs/>
          <w:sz w:val="20"/>
          <w:szCs w:val="20"/>
          <w:lang w:eastAsia="en-US"/>
        </w:rPr>
        <w:t>4</w:t>
      </w:r>
      <w:r w:rsidR="003928F9">
        <w:rPr>
          <w:rFonts w:ascii="Calibri" w:eastAsia="Calibri" w:hAnsi="Calibri" w:cs="Calibri"/>
          <w:bCs/>
          <w:sz w:val="20"/>
          <w:szCs w:val="20"/>
          <w:lang w:eastAsia="en-US"/>
        </w:rPr>
        <w:t>,</w:t>
      </w:r>
      <w:r w:rsidR="00DE6CB7">
        <w:rPr>
          <w:rFonts w:ascii="Calibri" w:eastAsia="Calibri" w:hAnsi="Calibri" w:cs="Calibri"/>
          <w:bCs/>
          <w:sz w:val="20"/>
          <w:szCs w:val="20"/>
          <w:lang w:eastAsia="en-US"/>
        </w:rPr>
        <w:t>2</w:t>
      </w:r>
      <w:r w:rsidR="005A316A">
        <w:rPr>
          <w:rFonts w:ascii="Calibri" w:eastAsia="Calibri" w:hAnsi="Calibri" w:cs="Calibri"/>
          <w:bCs/>
          <w:sz w:val="20"/>
          <w:szCs w:val="20"/>
          <w:lang w:eastAsia="en-US"/>
        </w:rPr>
        <w:t xml:space="preserve">0 </w:t>
      </w:r>
      <w:r w:rsidR="005A316A" w:rsidRPr="00AA2F2A">
        <w:rPr>
          <w:rFonts w:ascii="Calibri" w:eastAsia="Calibri" w:hAnsi="Calibri" w:cs="Calibri"/>
          <w:bCs/>
          <w:sz w:val="20"/>
          <w:szCs w:val="20"/>
          <w:lang w:eastAsia="en-US"/>
        </w:rPr>
        <w:t>+</w:t>
      </w:r>
      <w:r w:rsidR="00B517C6" w:rsidRPr="00AA2F2A">
        <w:rPr>
          <w:rFonts w:ascii="Calibri" w:eastAsia="Calibri" w:hAnsi="Calibri" w:cs="Calibri"/>
          <w:bCs/>
          <w:sz w:val="20"/>
          <w:szCs w:val="20"/>
          <w:lang w:eastAsia="en-US"/>
        </w:rPr>
        <w:t xml:space="preserve"> IVA </w:t>
      </w:r>
      <w:r w:rsidR="003928F9">
        <w:rPr>
          <w:rFonts w:ascii="Calibri" w:eastAsia="Calibri" w:hAnsi="Calibri" w:cs="Calibri"/>
          <w:bCs/>
          <w:sz w:val="20"/>
          <w:szCs w:val="20"/>
          <w:lang w:eastAsia="en-US"/>
        </w:rPr>
        <w:t>22</w:t>
      </w:r>
      <w:r w:rsidR="00B517C6" w:rsidRPr="00AA2F2A">
        <w:rPr>
          <w:rFonts w:ascii="Calibri" w:eastAsia="Calibri" w:hAnsi="Calibri" w:cs="Calibri"/>
          <w:bCs/>
          <w:sz w:val="20"/>
          <w:szCs w:val="20"/>
          <w:lang w:eastAsia="en-US"/>
        </w:rPr>
        <w:t xml:space="preserve">% pari a € </w:t>
      </w:r>
      <w:r w:rsidR="00074F90">
        <w:rPr>
          <w:rFonts w:ascii="Calibri" w:eastAsia="Calibri" w:hAnsi="Calibri" w:cs="Calibri"/>
          <w:bCs/>
          <w:sz w:val="20"/>
          <w:szCs w:val="20"/>
          <w:lang w:eastAsia="en-US"/>
        </w:rPr>
        <w:t>572</w:t>
      </w:r>
      <w:r w:rsidR="003928F9">
        <w:rPr>
          <w:rFonts w:ascii="Calibri" w:eastAsia="Calibri" w:hAnsi="Calibri" w:cs="Calibri"/>
          <w:bCs/>
          <w:sz w:val="20"/>
          <w:szCs w:val="20"/>
          <w:lang w:eastAsia="en-US"/>
        </w:rPr>
        <w:t>,</w:t>
      </w:r>
      <w:r w:rsidR="00074F90">
        <w:rPr>
          <w:rFonts w:ascii="Calibri" w:eastAsia="Calibri" w:hAnsi="Calibri" w:cs="Calibri"/>
          <w:bCs/>
          <w:sz w:val="20"/>
          <w:szCs w:val="20"/>
          <w:lang w:eastAsia="en-US"/>
        </w:rPr>
        <w:t>92</w:t>
      </w:r>
      <w:r w:rsidR="00B517C6" w:rsidRPr="00AA2F2A">
        <w:rPr>
          <w:rFonts w:ascii="Calibri" w:eastAsia="Calibri" w:hAnsi="Calibri" w:cs="Calibri"/>
          <w:bCs/>
          <w:sz w:val="20"/>
          <w:szCs w:val="20"/>
          <w:lang w:eastAsia="en-US"/>
        </w:rPr>
        <w:t>)</w:t>
      </w:r>
      <w:r w:rsidR="00EC35F7">
        <w:rPr>
          <w:rFonts w:ascii="Calibri" w:eastAsia="Calibri" w:hAnsi="Calibri" w:cs="Calibri"/>
          <w:bCs/>
          <w:sz w:val="22"/>
          <w:szCs w:val="22"/>
          <w:lang w:eastAsia="en-US"/>
        </w:rPr>
        <w:t>;</w:t>
      </w:r>
    </w:p>
    <w:p w14:paraId="54260DDD" w14:textId="63ECAB7F" w:rsidR="00486481" w:rsidRPr="00EE06F2" w:rsidRDefault="00486481" w:rsidP="00B06758">
      <w:pPr>
        <w:numPr>
          <w:ilvl w:val="0"/>
          <w:numId w:val="16"/>
        </w:numPr>
        <w:suppressAutoHyphens/>
        <w:spacing w:before="120" w:after="120"/>
        <w:jc w:val="both"/>
        <w:rPr>
          <w:rFonts w:ascii="Calibri" w:eastAsia="Calibri" w:hAnsi="Calibri" w:cs="Calibri"/>
          <w:bCs/>
          <w:sz w:val="22"/>
          <w:szCs w:val="22"/>
          <w:lang w:eastAsia="en-US"/>
        </w:rPr>
      </w:pPr>
      <w:r w:rsidRPr="00EE06F2">
        <w:rPr>
          <w:rFonts w:ascii="Calibri" w:eastAsia="Calibri" w:hAnsi="Calibri" w:cs="Calibri"/>
          <w:bCs/>
          <w:sz w:val="22"/>
          <w:szCs w:val="22"/>
          <w:lang w:eastAsia="en-US"/>
        </w:rPr>
        <w:t>di autorizzare l’assunzione del relativo impegno di spesa, da imputare su</w:t>
      </w:r>
      <w:r w:rsidR="00EE06F2" w:rsidRPr="00EE06F2">
        <w:rPr>
          <w:rFonts w:ascii="Calibri" w:eastAsia="Calibri" w:hAnsi="Calibri" w:cs="Calibri"/>
          <w:bCs/>
          <w:sz w:val="22"/>
          <w:szCs w:val="22"/>
          <w:lang w:eastAsia="en-US"/>
        </w:rPr>
        <w:t>i</w:t>
      </w:r>
      <w:r w:rsidRPr="00EE06F2">
        <w:rPr>
          <w:rFonts w:ascii="Calibri" w:eastAsia="Calibri" w:hAnsi="Calibri" w:cs="Calibri"/>
          <w:bCs/>
          <w:sz w:val="22"/>
          <w:szCs w:val="22"/>
          <w:lang w:eastAsia="en-US"/>
        </w:rPr>
        <w:t xml:space="preserve"> Progett</w:t>
      </w:r>
      <w:r w:rsidR="00EE06F2" w:rsidRPr="00EE06F2">
        <w:rPr>
          <w:rFonts w:ascii="Calibri" w:eastAsia="Calibri" w:hAnsi="Calibri" w:cs="Calibri"/>
          <w:bCs/>
          <w:sz w:val="22"/>
          <w:szCs w:val="22"/>
          <w:lang w:eastAsia="en-US"/>
        </w:rPr>
        <w:t>i</w:t>
      </w:r>
      <w:r w:rsidRPr="00EE06F2">
        <w:rPr>
          <w:rFonts w:ascii="Calibri" w:eastAsia="Calibri" w:hAnsi="Calibri" w:cs="Calibri"/>
          <w:bCs/>
          <w:sz w:val="22"/>
          <w:szCs w:val="22"/>
          <w:lang w:eastAsia="en-US"/>
        </w:rPr>
        <w:t>:</w:t>
      </w:r>
      <w:r w:rsidR="00BC1E8B" w:rsidRPr="00EE06F2">
        <w:rPr>
          <w:rFonts w:ascii="Calibri" w:eastAsia="Calibri" w:hAnsi="Calibri" w:cs="Calibri"/>
          <w:bCs/>
          <w:sz w:val="22"/>
          <w:szCs w:val="22"/>
          <w:lang w:eastAsia="en-US"/>
        </w:rPr>
        <w:t xml:space="preserve"> id. </w:t>
      </w:r>
      <w:r w:rsidR="00736C4B">
        <w:rPr>
          <w:rFonts w:ascii="Calibri" w:eastAsia="Calibri" w:hAnsi="Calibri" w:cs="Calibri"/>
          <w:bCs/>
          <w:sz w:val="22"/>
          <w:szCs w:val="22"/>
          <w:lang w:eastAsia="en-US"/>
        </w:rPr>
        <w:t>47757</w:t>
      </w:r>
      <w:r w:rsidR="005A316A">
        <w:rPr>
          <w:rFonts w:ascii="Calibri" w:eastAsia="Calibri" w:hAnsi="Calibri" w:cs="Calibri"/>
          <w:bCs/>
          <w:sz w:val="22"/>
          <w:szCs w:val="22"/>
          <w:lang w:eastAsia="en-US"/>
        </w:rPr>
        <w:t xml:space="preserve"> - </w:t>
      </w:r>
      <w:r w:rsidR="00FA2E47" w:rsidRPr="00FA2E47">
        <w:rPr>
          <w:rFonts w:ascii="Calibri" w:eastAsia="Calibri" w:hAnsi="Calibri" w:cs="Calibri"/>
          <w:bCs/>
          <w:sz w:val="22"/>
          <w:szCs w:val="22"/>
          <w:lang w:eastAsia="en-US"/>
        </w:rPr>
        <w:t>CONTRATTO_APERTO_ENI_-_UNINA_Numero:_2500038956</w:t>
      </w:r>
      <w:r w:rsidR="00FA2E47">
        <w:rPr>
          <w:rFonts w:ascii="Calibri" w:eastAsia="Calibri" w:hAnsi="Calibri" w:cs="Calibri"/>
          <w:bCs/>
          <w:sz w:val="22"/>
          <w:szCs w:val="22"/>
          <w:lang w:eastAsia="en-US"/>
        </w:rPr>
        <w:t>-</w:t>
      </w:r>
      <w:r w:rsidR="00FA2E47" w:rsidRPr="00FA2E47">
        <w:t xml:space="preserve"> </w:t>
      </w:r>
      <w:r w:rsidR="00FA2E47" w:rsidRPr="00FA2E47">
        <w:rPr>
          <w:rFonts w:ascii="Calibri" w:eastAsia="Calibri" w:hAnsi="Calibri" w:cs="Calibri"/>
          <w:bCs/>
          <w:sz w:val="22"/>
          <w:szCs w:val="22"/>
          <w:lang w:eastAsia="en-US"/>
        </w:rPr>
        <w:t>CONTRATTO APERTO ENI - UNINA - Analisi bacini dei fiumi Basento e Cavone</w:t>
      </w:r>
      <w:r w:rsidR="00EE06F2" w:rsidRPr="00EE06F2">
        <w:rPr>
          <w:rFonts w:ascii="Calibri" w:eastAsia="Calibri" w:hAnsi="Calibri" w:cs="Calibri"/>
          <w:bCs/>
          <w:sz w:val="22"/>
          <w:szCs w:val="22"/>
          <w:lang w:eastAsia="en-US"/>
        </w:rPr>
        <w:t xml:space="preserve"> </w:t>
      </w:r>
      <w:r w:rsidR="004B379F" w:rsidRPr="00EE06F2">
        <w:rPr>
          <w:rFonts w:ascii="Calibri" w:eastAsia="Calibri" w:hAnsi="Calibri" w:cs="Calibri"/>
          <w:bCs/>
          <w:sz w:val="22"/>
          <w:szCs w:val="22"/>
          <w:lang w:eastAsia="en-US"/>
        </w:rPr>
        <w:t>-</w:t>
      </w:r>
      <w:r w:rsidR="00AD306D" w:rsidRPr="00EE06F2">
        <w:rPr>
          <w:rFonts w:ascii="Calibri" w:eastAsia="Calibri" w:hAnsi="Calibri" w:cs="Calibri"/>
          <w:bCs/>
          <w:sz w:val="22"/>
          <w:szCs w:val="22"/>
          <w:lang w:eastAsia="en-US"/>
        </w:rPr>
        <w:t xml:space="preserve"> </w:t>
      </w:r>
      <w:r w:rsidR="00736C4B" w:rsidRPr="00736C4B">
        <w:rPr>
          <w:rFonts w:ascii="Calibri" w:eastAsia="Calibri" w:hAnsi="Calibri" w:cs="Calibri"/>
          <w:bCs/>
          <w:sz w:val="22"/>
          <w:szCs w:val="22"/>
          <w:lang w:eastAsia="en-US"/>
        </w:rPr>
        <w:t>CA.04.41.04.05.02</w:t>
      </w:r>
      <w:r w:rsidR="005A316A" w:rsidRPr="005A316A">
        <w:rPr>
          <w:rFonts w:ascii="Calibri" w:eastAsia="Calibri" w:hAnsi="Calibri" w:cs="Calibri"/>
          <w:bCs/>
          <w:sz w:val="22"/>
          <w:szCs w:val="22"/>
          <w:lang w:eastAsia="en-US"/>
        </w:rPr>
        <w:t xml:space="preserve"> </w:t>
      </w:r>
      <w:r w:rsidRPr="00EE06F2">
        <w:rPr>
          <w:rFonts w:ascii="Calibri" w:eastAsia="Calibri" w:hAnsi="Calibri" w:cs="Calibri"/>
          <w:bCs/>
          <w:sz w:val="22"/>
          <w:szCs w:val="22"/>
          <w:lang w:eastAsia="en-US"/>
        </w:rPr>
        <w:t xml:space="preserve">- </w:t>
      </w:r>
      <w:r w:rsidR="003659EF" w:rsidRPr="00EE06F2">
        <w:rPr>
          <w:rFonts w:ascii="Calibri" w:eastAsia="Calibri" w:hAnsi="Calibri" w:cs="Calibri"/>
          <w:bCs/>
          <w:sz w:val="22"/>
          <w:szCs w:val="22"/>
          <w:lang w:eastAsia="en-US"/>
        </w:rPr>
        <w:t>del bilancio unico di Ateneo di previsione annuale autorizzatorio per l’esercizio finanziario</w:t>
      </w:r>
      <w:r w:rsidR="008F3EAB" w:rsidRPr="00EE06F2">
        <w:rPr>
          <w:rFonts w:ascii="Calibri" w:eastAsia="Calibri" w:hAnsi="Calibri" w:cs="Calibri"/>
          <w:bCs/>
          <w:sz w:val="22"/>
          <w:szCs w:val="22"/>
          <w:lang w:eastAsia="en-US"/>
        </w:rPr>
        <w:t xml:space="preserve"> 202</w:t>
      </w:r>
      <w:r w:rsidR="00617661" w:rsidRPr="00EE06F2">
        <w:rPr>
          <w:rFonts w:ascii="Calibri" w:eastAsia="Calibri" w:hAnsi="Calibri" w:cs="Calibri"/>
          <w:bCs/>
          <w:sz w:val="22"/>
          <w:szCs w:val="22"/>
          <w:lang w:eastAsia="en-US"/>
        </w:rPr>
        <w:t>4</w:t>
      </w:r>
      <w:r w:rsidRPr="00EE06F2">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1C79632" w14:textId="77777777" w:rsidR="00614451" w:rsidRDefault="00614451" w:rsidP="00FA2E47">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73A9902D" w:rsidR="009A3FD6" w:rsidRPr="00054405" w:rsidRDefault="00C06557"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FA2E47">
        <w:rPr>
          <w:rFonts w:ascii="Garamond" w:hAnsi="Garamond" w:cs="Garamond"/>
          <w:b/>
          <w:bCs/>
          <w:sz w:val="23"/>
          <w:szCs w:val="23"/>
        </w:rPr>
        <w:t>86</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357866A3"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CA12D8" w:rsidRPr="00EC79E4">
              <w:rPr>
                <w:rFonts w:ascii="Calibri" w:eastAsia="Calibri" w:hAnsi="Calibri" w:cs="Calibri"/>
                <w:b/>
                <w:bCs/>
                <w:sz w:val="22"/>
                <w:szCs w:val="22"/>
                <w:lang w:eastAsia="en-US"/>
              </w:rPr>
              <w:t xml:space="preserve">spese </w:t>
            </w:r>
            <w:r w:rsidR="00CA12D8">
              <w:rPr>
                <w:rFonts w:ascii="Calibri" w:eastAsia="Calibri" w:hAnsi="Calibri" w:cs="Calibri"/>
                <w:b/>
                <w:bCs/>
                <w:sz w:val="22"/>
                <w:szCs w:val="22"/>
                <w:lang w:eastAsia="en-US"/>
              </w:rPr>
              <w:t>relative alla manutenzione con s</w:t>
            </w:r>
            <w:r w:rsidR="00CA12D8" w:rsidRPr="00146BEF">
              <w:rPr>
                <w:rFonts w:ascii="Calibri" w:eastAsia="Calibri" w:hAnsi="Calibri" w:cs="Calibri"/>
                <w:b/>
                <w:bCs/>
                <w:sz w:val="22"/>
                <w:szCs w:val="22"/>
                <w:lang w:eastAsia="en-US"/>
              </w:rPr>
              <w:t xml:space="preserve">ostituzione </w:t>
            </w:r>
            <w:r w:rsidR="00CA12D8">
              <w:rPr>
                <w:rFonts w:ascii="Calibri" w:eastAsia="Calibri" w:hAnsi="Calibri" w:cs="Calibri"/>
                <w:b/>
                <w:bCs/>
                <w:sz w:val="22"/>
                <w:szCs w:val="22"/>
                <w:lang w:eastAsia="en-US"/>
              </w:rPr>
              <w:t xml:space="preserve">della </w:t>
            </w:r>
            <w:r w:rsidR="00CA12D8" w:rsidRPr="00146BEF">
              <w:rPr>
                <w:rFonts w:ascii="Calibri" w:eastAsia="Calibri" w:hAnsi="Calibri" w:cs="Calibri"/>
                <w:b/>
                <w:bCs/>
                <w:sz w:val="22"/>
                <w:szCs w:val="22"/>
                <w:lang w:eastAsia="en-US"/>
              </w:rPr>
              <w:t>pompa/motore di produzione sul sistema MQ Direct-8 SN F7HA11094D</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606C552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6F983A5D" w:rsidR="00140B63" w:rsidRPr="00054405" w:rsidRDefault="00140B63"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30/04/2024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EA1BD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4B4E0" w14:textId="77777777" w:rsidR="00EA1BDC" w:rsidRDefault="00EA1BDC" w:rsidP="0058391E">
      <w:r>
        <w:separator/>
      </w:r>
    </w:p>
  </w:endnote>
  <w:endnote w:type="continuationSeparator" w:id="0">
    <w:p w14:paraId="2981F712" w14:textId="77777777" w:rsidR="00EA1BDC" w:rsidRDefault="00EA1BDC" w:rsidP="0058391E">
      <w:r>
        <w:continuationSeparator/>
      </w:r>
    </w:p>
  </w:endnote>
  <w:endnote w:type="continuationNotice" w:id="1">
    <w:p w14:paraId="10B5D403" w14:textId="77777777" w:rsidR="00EA1BDC" w:rsidRDefault="00EA1BD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4ADD6" w14:textId="77777777" w:rsidR="00EA1BDC" w:rsidRDefault="00EA1BDC" w:rsidP="0058391E">
      <w:r>
        <w:separator/>
      </w:r>
    </w:p>
  </w:footnote>
  <w:footnote w:type="continuationSeparator" w:id="0">
    <w:p w14:paraId="73234B85" w14:textId="77777777" w:rsidR="00EA1BDC" w:rsidRDefault="00EA1BDC" w:rsidP="0058391E">
      <w:r>
        <w:continuationSeparator/>
      </w:r>
    </w:p>
  </w:footnote>
  <w:footnote w:type="continuationNotice" w:id="1">
    <w:p w14:paraId="4246C73C" w14:textId="77777777" w:rsidR="00EA1BDC" w:rsidRDefault="00EA1BD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74F90"/>
    <w:rsid w:val="00090F9D"/>
    <w:rsid w:val="000929FB"/>
    <w:rsid w:val="00093D5F"/>
    <w:rsid w:val="000948F6"/>
    <w:rsid w:val="000A023A"/>
    <w:rsid w:val="000A0819"/>
    <w:rsid w:val="000A290F"/>
    <w:rsid w:val="000B39AE"/>
    <w:rsid w:val="000D2614"/>
    <w:rsid w:val="000F7FB6"/>
    <w:rsid w:val="00104653"/>
    <w:rsid w:val="00104A39"/>
    <w:rsid w:val="00106BA6"/>
    <w:rsid w:val="00110E12"/>
    <w:rsid w:val="00123E98"/>
    <w:rsid w:val="0013117E"/>
    <w:rsid w:val="00135AF6"/>
    <w:rsid w:val="00140B63"/>
    <w:rsid w:val="00146BEF"/>
    <w:rsid w:val="00150F6C"/>
    <w:rsid w:val="00152DD4"/>
    <w:rsid w:val="00155130"/>
    <w:rsid w:val="00172B21"/>
    <w:rsid w:val="00172E16"/>
    <w:rsid w:val="00173B82"/>
    <w:rsid w:val="0017466E"/>
    <w:rsid w:val="00175D8A"/>
    <w:rsid w:val="0018038A"/>
    <w:rsid w:val="0018167A"/>
    <w:rsid w:val="00186FB2"/>
    <w:rsid w:val="00193A2E"/>
    <w:rsid w:val="00195E81"/>
    <w:rsid w:val="00197866"/>
    <w:rsid w:val="001A4316"/>
    <w:rsid w:val="001B1F0C"/>
    <w:rsid w:val="001B39F3"/>
    <w:rsid w:val="001C1537"/>
    <w:rsid w:val="001C56C0"/>
    <w:rsid w:val="001D39B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C7EC0"/>
    <w:rsid w:val="002D4702"/>
    <w:rsid w:val="002D790D"/>
    <w:rsid w:val="002E4BF5"/>
    <w:rsid w:val="00307924"/>
    <w:rsid w:val="00326BFF"/>
    <w:rsid w:val="0032795B"/>
    <w:rsid w:val="00335F8A"/>
    <w:rsid w:val="003430FC"/>
    <w:rsid w:val="0034642B"/>
    <w:rsid w:val="00350266"/>
    <w:rsid w:val="00352AA8"/>
    <w:rsid w:val="003568E0"/>
    <w:rsid w:val="00360688"/>
    <w:rsid w:val="0036117E"/>
    <w:rsid w:val="00364036"/>
    <w:rsid w:val="003659EF"/>
    <w:rsid w:val="003718ED"/>
    <w:rsid w:val="00373AA9"/>
    <w:rsid w:val="003868C8"/>
    <w:rsid w:val="00391B5B"/>
    <w:rsid w:val="00391E59"/>
    <w:rsid w:val="00391E69"/>
    <w:rsid w:val="003928F9"/>
    <w:rsid w:val="00397E30"/>
    <w:rsid w:val="003A1822"/>
    <w:rsid w:val="003A1A10"/>
    <w:rsid w:val="003A39DF"/>
    <w:rsid w:val="003A74FF"/>
    <w:rsid w:val="003B4EB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4400C"/>
    <w:rsid w:val="004457FA"/>
    <w:rsid w:val="00450D2A"/>
    <w:rsid w:val="0045232B"/>
    <w:rsid w:val="004532B1"/>
    <w:rsid w:val="00461AF9"/>
    <w:rsid w:val="00473E0C"/>
    <w:rsid w:val="00475505"/>
    <w:rsid w:val="00475964"/>
    <w:rsid w:val="0048159B"/>
    <w:rsid w:val="00482214"/>
    <w:rsid w:val="00486481"/>
    <w:rsid w:val="004A78FF"/>
    <w:rsid w:val="004A7972"/>
    <w:rsid w:val="004B379F"/>
    <w:rsid w:val="004B679B"/>
    <w:rsid w:val="004D346C"/>
    <w:rsid w:val="0050056D"/>
    <w:rsid w:val="005067BA"/>
    <w:rsid w:val="00506D20"/>
    <w:rsid w:val="00521AE1"/>
    <w:rsid w:val="005249D6"/>
    <w:rsid w:val="00535CC1"/>
    <w:rsid w:val="00536DD9"/>
    <w:rsid w:val="00540C55"/>
    <w:rsid w:val="005460A4"/>
    <w:rsid w:val="005476D8"/>
    <w:rsid w:val="00547ACB"/>
    <w:rsid w:val="0056575D"/>
    <w:rsid w:val="00565CC5"/>
    <w:rsid w:val="005677E7"/>
    <w:rsid w:val="00570FC5"/>
    <w:rsid w:val="005720BD"/>
    <w:rsid w:val="0057517E"/>
    <w:rsid w:val="00577CFF"/>
    <w:rsid w:val="00580D16"/>
    <w:rsid w:val="0058391E"/>
    <w:rsid w:val="005846EC"/>
    <w:rsid w:val="00597925"/>
    <w:rsid w:val="005A316A"/>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4EEF"/>
    <w:rsid w:val="00617661"/>
    <w:rsid w:val="00623692"/>
    <w:rsid w:val="00625C0E"/>
    <w:rsid w:val="00646EFA"/>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70468A"/>
    <w:rsid w:val="00713CFB"/>
    <w:rsid w:val="0071766D"/>
    <w:rsid w:val="007238E9"/>
    <w:rsid w:val="0072403F"/>
    <w:rsid w:val="00732151"/>
    <w:rsid w:val="00734C35"/>
    <w:rsid w:val="00735521"/>
    <w:rsid w:val="00736C4B"/>
    <w:rsid w:val="0074187B"/>
    <w:rsid w:val="00741A3D"/>
    <w:rsid w:val="00754139"/>
    <w:rsid w:val="00757F42"/>
    <w:rsid w:val="00760267"/>
    <w:rsid w:val="007615CC"/>
    <w:rsid w:val="007629A9"/>
    <w:rsid w:val="00766A39"/>
    <w:rsid w:val="0077405B"/>
    <w:rsid w:val="0078081C"/>
    <w:rsid w:val="00787DB4"/>
    <w:rsid w:val="0079405D"/>
    <w:rsid w:val="007A0117"/>
    <w:rsid w:val="007B25B6"/>
    <w:rsid w:val="007C4BB0"/>
    <w:rsid w:val="007D325D"/>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277A0"/>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328F"/>
    <w:rsid w:val="008E6E02"/>
    <w:rsid w:val="008F3EAB"/>
    <w:rsid w:val="009018D5"/>
    <w:rsid w:val="009068E5"/>
    <w:rsid w:val="0091437E"/>
    <w:rsid w:val="009166E7"/>
    <w:rsid w:val="00924CFD"/>
    <w:rsid w:val="00934799"/>
    <w:rsid w:val="00940E74"/>
    <w:rsid w:val="0094397F"/>
    <w:rsid w:val="00951C49"/>
    <w:rsid w:val="00956278"/>
    <w:rsid w:val="00964BE8"/>
    <w:rsid w:val="0096689A"/>
    <w:rsid w:val="00990752"/>
    <w:rsid w:val="009A1D0C"/>
    <w:rsid w:val="009A3FD6"/>
    <w:rsid w:val="009A46DC"/>
    <w:rsid w:val="009A47AA"/>
    <w:rsid w:val="009A769C"/>
    <w:rsid w:val="009C464D"/>
    <w:rsid w:val="009C5E87"/>
    <w:rsid w:val="009C6C06"/>
    <w:rsid w:val="009C7C98"/>
    <w:rsid w:val="009D215B"/>
    <w:rsid w:val="009D3DA1"/>
    <w:rsid w:val="009D638D"/>
    <w:rsid w:val="009E3423"/>
    <w:rsid w:val="009E3486"/>
    <w:rsid w:val="009E5516"/>
    <w:rsid w:val="009F02B0"/>
    <w:rsid w:val="009F373A"/>
    <w:rsid w:val="009F7414"/>
    <w:rsid w:val="00A03D8D"/>
    <w:rsid w:val="00A04C1B"/>
    <w:rsid w:val="00A05FBA"/>
    <w:rsid w:val="00A074CF"/>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86B48"/>
    <w:rsid w:val="00AA25C0"/>
    <w:rsid w:val="00AA40DB"/>
    <w:rsid w:val="00AA4380"/>
    <w:rsid w:val="00AA5DFB"/>
    <w:rsid w:val="00AA606A"/>
    <w:rsid w:val="00AA65F3"/>
    <w:rsid w:val="00AB0613"/>
    <w:rsid w:val="00AC66CD"/>
    <w:rsid w:val="00AD306D"/>
    <w:rsid w:val="00AD3095"/>
    <w:rsid w:val="00AE3C5A"/>
    <w:rsid w:val="00AF043C"/>
    <w:rsid w:val="00AF4B3D"/>
    <w:rsid w:val="00AF5D0E"/>
    <w:rsid w:val="00AF70C9"/>
    <w:rsid w:val="00B03D5B"/>
    <w:rsid w:val="00B0438E"/>
    <w:rsid w:val="00B0618E"/>
    <w:rsid w:val="00B06EFF"/>
    <w:rsid w:val="00B132F4"/>
    <w:rsid w:val="00B24F85"/>
    <w:rsid w:val="00B25E0C"/>
    <w:rsid w:val="00B30045"/>
    <w:rsid w:val="00B37C00"/>
    <w:rsid w:val="00B45418"/>
    <w:rsid w:val="00B507C1"/>
    <w:rsid w:val="00B517C6"/>
    <w:rsid w:val="00B5363B"/>
    <w:rsid w:val="00B56EE3"/>
    <w:rsid w:val="00B652AE"/>
    <w:rsid w:val="00B6676C"/>
    <w:rsid w:val="00B71239"/>
    <w:rsid w:val="00B73C74"/>
    <w:rsid w:val="00B74C33"/>
    <w:rsid w:val="00B773F2"/>
    <w:rsid w:val="00B909BE"/>
    <w:rsid w:val="00B93A2B"/>
    <w:rsid w:val="00B95D0F"/>
    <w:rsid w:val="00B97A78"/>
    <w:rsid w:val="00B97B48"/>
    <w:rsid w:val="00BB1A31"/>
    <w:rsid w:val="00BB1C13"/>
    <w:rsid w:val="00BB1FD8"/>
    <w:rsid w:val="00BB542C"/>
    <w:rsid w:val="00BB57F1"/>
    <w:rsid w:val="00BC1E8B"/>
    <w:rsid w:val="00BD5361"/>
    <w:rsid w:val="00BE30F7"/>
    <w:rsid w:val="00BF05ED"/>
    <w:rsid w:val="00BF6A78"/>
    <w:rsid w:val="00C06557"/>
    <w:rsid w:val="00C1624E"/>
    <w:rsid w:val="00C175AF"/>
    <w:rsid w:val="00C20D20"/>
    <w:rsid w:val="00C33F00"/>
    <w:rsid w:val="00C353DE"/>
    <w:rsid w:val="00C41DC5"/>
    <w:rsid w:val="00C4252E"/>
    <w:rsid w:val="00C60040"/>
    <w:rsid w:val="00C65AD4"/>
    <w:rsid w:val="00C65D79"/>
    <w:rsid w:val="00C73827"/>
    <w:rsid w:val="00C74BF1"/>
    <w:rsid w:val="00C7553A"/>
    <w:rsid w:val="00C80822"/>
    <w:rsid w:val="00C83826"/>
    <w:rsid w:val="00C845A3"/>
    <w:rsid w:val="00C8703C"/>
    <w:rsid w:val="00C95457"/>
    <w:rsid w:val="00C96165"/>
    <w:rsid w:val="00C97223"/>
    <w:rsid w:val="00CA12D8"/>
    <w:rsid w:val="00CB1700"/>
    <w:rsid w:val="00CC26A0"/>
    <w:rsid w:val="00CE5C2B"/>
    <w:rsid w:val="00CF624E"/>
    <w:rsid w:val="00D10632"/>
    <w:rsid w:val="00D121DC"/>
    <w:rsid w:val="00D12837"/>
    <w:rsid w:val="00D204F2"/>
    <w:rsid w:val="00D3431A"/>
    <w:rsid w:val="00D379BA"/>
    <w:rsid w:val="00D41D47"/>
    <w:rsid w:val="00D458D0"/>
    <w:rsid w:val="00D555EF"/>
    <w:rsid w:val="00D618F1"/>
    <w:rsid w:val="00D62417"/>
    <w:rsid w:val="00D70367"/>
    <w:rsid w:val="00D7400C"/>
    <w:rsid w:val="00D7461F"/>
    <w:rsid w:val="00D75D5F"/>
    <w:rsid w:val="00D825B1"/>
    <w:rsid w:val="00D8272F"/>
    <w:rsid w:val="00D85B97"/>
    <w:rsid w:val="00D86B89"/>
    <w:rsid w:val="00D877C5"/>
    <w:rsid w:val="00D92B35"/>
    <w:rsid w:val="00D94EB1"/>
    <w:rsid w:val="00DA168B"/>
    <w:rsid w:val="00DC0177"/>
    <w:rsid w:val="00DC1AD8"/>
    <w:rsid w:val="00DC2571"/>
    <w:rsid w:val="00DC351F"/>
    <w:rsid w:val="00DD4E42"/>
    <w:rsid w:val="00DE1C2C"/>
    <w:rsid w:val="00DE6CB7"/>
    <w:rsid w:val="00DF1F6B"/>
    <w:rsid w:val="00E0216F"/>
    <w:rsid w:val="00E0325C"/>
    <w:rsid w:val="00E10D25"/>
    <w:rsid w:val="00E17E1C"/>
    <w:rsid w:val="00E25B5E"/>
    <w:rsid w:val="00E3776F"/>
    <w:rsid w:val="00E45F5A"/>
    <w:rsid w:val="00E47163"/>
    <w:rsid w:val="00E51932"/>
    <w:rsid w:val="00E5351E"/>
    <w:rsid w:val="00E55D17"/>
    <w:rsid w:val="00E614D0"/>
    <w:rsid w:val="00E64631"/>
    <w:rsid w:val="00E65C1C"/>
    <w:rsid w:val="00E65DD4"/>
    <w:rsid w:val="00E751A7"/>
    <w:rsid w:val="00E758FC"/>
    <w:rsid w:val="00E83769"/>
    <w:rsid w:val="00E85A2D"/>
    <w:rsid w:val="00E95DD4"/>
    <w:rsid w:val="00EA1BDC"/>
    <w:rsid w:val="00EA2751"/>
    <w:rsid w:val="00EB3A1C"/>
    <w:rsid w:val="00EB431E"/>
    <w:rsid w:val="00EC35F7"/>
    <w:rsid w:val="00EC79E4"/>
    <w:rsid w:val="00ED18DF"/>
    <w:rsid w:val="00ED1C95"/>
    <w:rsid w:val="00ED3EAD"/>
    <w:rsid w:val="00ED4ECB"/>
    <w:rsid w:val="00ED54FC"/>
    <w:rsid w:val="00EE06F2"/>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2E47"/>
    <w:rsid w:val="00FA4E54"/>
    <w:rsid w:val="00FA6462"/>
    <w:rsid w:val="00FC1FB8"/>
    <w:rsid w:val="00FC29D9"/>
    <w:rsid w:val="00FD13E5"/>
    <w:rsid w:val="00FD1FE2"/>
    <w:rsid w:val="00FD45F8"/>
    <w:rsid w:val="00FD5498"/>
    <w:rsid w:val="00FE0C33"/>
    <w:rsid w:val="00FE149D"/>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568</TotalTime>
  <Pages>4</Pages>
  <Words>1704</Words>
  <Characters>10662</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293</cp:revision>
  <cp:lastPrinted>2016-03-02T01:13:00Z</cp:lastPrinted>
  <dcterms:created xsi:type="dcterms:W3CDTF">2023-05-02T20:15:00Z</dcterms:created>
  <dcterms:modified xsi:type="dcterms:W3CDTF">2024-05-28T10:05:00Z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